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7295" w:rsidRDefault="000851B6" w:rsidP="00D652B1">
      <w:pPr>
        <w:pStyle w:val="Title"/>
      </w:pPr>
      <w:r>
        <w:t>DALES split-flux instructions</w:t>
      </w:r>
    </w:p>
    <w:p w:rsidR="002A4B47" w:rsidRDefault="000851B6" w:rsidP="000851B6">
      <w:pPr>
        <w:rPr>
          <w:rFonts w:eastAsiaTheme="minorEastAsia"/>
        </w:rPr>
      </w:pPr>
      <w:r>
        <w:t>The DALES split-flux functionality allows for a prescribed surface flux</w:t>
      </w:r>
      <w:r w:rsidR="002A4B47">
        <w:t xml:space="preserve"> to be split between several scalars following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tot</m:t>
                </m:r>
              </m:sub>
            </m:sSub>
          </m:den>
        </m:f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prescribed</m:t>
            </m:r>
          </m:sub>
        </m:sSub>
      </m:oMath>
      <w:r w:rsidR="00A86605">
        <w:rPr>
          <w:rFonts w:eastAsiaTheme="minorEastAsia"/>
        </w:rPr>
        <w:t xml:space="preserve">. </w:t>
      </w:r>
      <w:r w:rsidR="002A4B47">
        <w:rPr>
          <w:rFonts w:eastAsiaTheme="minorEastAsia"/>
        </w:rPr>
        <w:t xml:space="preserve">Here, </w:t>
      </w:r>
      <w:proofErr w:type="spellStart"/>
      <w:r w:rsidR="002A4B47">
        <w:rPr>
          <w:rFonts w:eastAsiaTheme="minorEastAsia"/>
        </w:rPr>
        <w:t>F</w:t>
      </w:r>
      <w:r w:rsidR="002A4B47">
        <w:rPr>
          <w:rFonts w:eastAsiaTheme="minorEastAsia"/>
          <w:vertAlign w:val="subscript"/>
        </w:rPr>
        <w:t>n</w:t>
      </w:r>
      <w:proofErr w:type="spellEnd"/>
      <w:r w:rsidR="002A4B47">
        <w:rPr>
          <w:rFonts w:eastAsiaTheme="minorEastAsia"/>
        </w:rPr>
        <w:t xml:space="preserve"> is the surface flux for scalar n, C</w:t>
      </w:r>
      <w:r w:rsidR="002A4B47">
        <w:rPr>
          <w:rFonts w:eastAsiaTheme="minorEastAsia"/>
          <w:vertAlign w:val="subscript"/>
        </w:rPr>
        <w:t>n</w:t>
      </w:r>
      <w:r w:rsidR="002A4B47">
        <w:rPr>
          <w:rFonts w:eastAsiaTheme="minorEastAsia"/>
        </w:rPr>
        <w:t xml:space="preserve"> is the concentration for scalar n, </w:t>
      </w:r>
      <w:proofErr w:type="spellStart"/>
      <w:r w:rsidR="002A4B47">
        <w:rPr>
          <w:rFonts w:eastAsiaTheme="minorEastAsia"/>
        </w:rPr>
        <w:t>C</w:t>
      </w:r>
      <w:r w:rsidR="002A4B47">
        <w:rPr>
          <w:rFonts w:eastAsiaTheme="minorEastAsia"/>
          <w:vertAlign w:val="subscript"/>
        </w:rPr>
        <w:t>tot</w:t>
      </w:r>
      <w:proofErr w:type="spellEnd"/>
      <w:r w:rsidR="002A4B47">
        <w:rPr>
          <w:rFonts w:eastAsiaTheme="minorEastAsia"/>
        </w:rPr>
        <w:t xml:space="preserve"> is the total concentration of the to-be-combined scalars (discussed later) and </w:t>
      </w:r>
      <w:proofErr w:type="spellStart"/>
      <w:r w:rsidR="002A4B47">
        <w:rPr>
          <w:rFonts w:eastAsiaTheme="minorEastAsia"/>
        </w:rPr>
        <w:t>F</w:t>
      </w:r>
      <w:r w:rsidR="002A4B47">
        <w:rPr>
          <w:rFonts w:eastAsiaTheme="minorEastAsia"/>
          <w:vertAlign w:val="subscript"/>
        </w:rPr>
        <w:t>prescribed</w:t>
      </w:r>
      <w:proofErr w:type="spellEnd"/>
      <w:r w:rsidR="002A4B47">
        <w:rPr>
          <w:rFonts w:eastAsiaTheme="minorEastAsia"/>
        </w:rPr>
        <w:t xml:space="preserve"> is the prescribed total surface flux. </w:t>
      </w:r>
    </w:p>
    <w:p w:rsidR="002A4B47" w:rsidRDefault="002A4B47" w:rsidP="000851B6">
      <w:pPr>
        <w:rPr>
          <w:rFonts w:eastAsiaTheme="minorEastAsia"/>
        </w:rPr>
      </w:pPr>
      <w:r>
        <w:rPr>
          <w:rFonts w:eastAsiaTheme="minorEastAsia"/>
        </w:rPr>
        <w:t>This functionality is designed to study ammonia (NH</w:t>
      </w:r>
      <w:r>
        <w:rPr>
          <w:rFonts w:eastAsiaTheme="minorEastAsia"/>
          <w:vertAlign w:val="subscript"/>
        </w:rPr>
        <w:t>3</w:t>
      </w:r>
      <w:r>
        <w:rPr>
          <w:rFonts w:eastAsiaTheme="minorEastAsia"/>
        </w:rPr>
        <w:t>), in a setup where one can distinguishes between the background concentration and concentration from emission source(s). Here, each emission source, including a background concentration, is described by a separate scalar, e.g. three scalars named nh3_</w:t>
      </w:r>
      <w:r w:rsidR="005F0B39">
        <w:rPr>
          <w:rFonts w:eastAsiaTheme="minorEastAsia"/>
        </w:rPr>
        <w:t>a</w:t>
      </w:r>
      <w:r>
        <w:rPr>
          <w:rFonts w:eastAsiaTheme="minorEastAsia"/>
        </w:rPr>
        <w:t>0 for the background, nh3_</w:t>
      </w:r>
      <w:r w:rsidR="005F0B39">
        <w:rPr>
          <w:rFonts w:eastAsiaTheme="minorEastAsia"/>
        </w:rPr>
        <w:t>a</w:t>
      </w:r>
      <w:r>
        <w:rPr>
          <w:rFonts w:eastAsiaTheme="minorEastAsia"/>
        </w:rPr>
        <w:t>1 for the first NH</w:t>
      </w:r>
      <w:r>
        <w:rPr>
          <w:rFonts w:eastAsiaTheme="minorEastAsia"/>
          <w:vertAlign w:val="subscript"/>
        </w:rPr>
        <w:t>3</w:t>
      </w:r>
      <w:r>
        <w:rPr>
          <w:rFonts w:eastAsiaTheme="minorEastAsia"/>
        </w:rPr>
        <w:t xml:space="preserve"> source and nh3_</w:t>
      </w:r>
      <w:r w:rsidR="005F0B39">
        <w:rPr>
          <w:rFonts w:eastAsiaTheme="minorEastAsia"/>
        </w:rPr>
        <w:t>a</w:t>
      </w:r>
      <w:r>
        <w:rPr>
          <w:rFonts w:eastAsiaTheme="minorEastAsia"/>
        </w:rPr>
        <w:t>2 for the second NH</w:t>
      </w:r>
      <w:r>
        <w:rPr>
          <w:rFonts w:eastAsiaTheme="minorEastAsia"/>
        </w:rPr>
        <w:softHyphen/>
      </w:r>
      <w:r>
        <w:rPr>
          <w:rFonts w:eastAsiaTheme="minorEastAsia"/>
          <w:vertAlign w:val="subscript"/>
        </w:rPr>
        <w:t>3</w:t>
      </w:r>
      <w:r>
        <w:rPr>
          <w:rFonts w:eastAsiaTheme="minorEastAsia"/>
        </w:rPr>
        <w:t xml:space="preserve"> emission source. The sum of these three scalars is considered the total amount of NH</w:t>
      </w:r>
      <w:r>
        <w:rPr>
          <w:rFonts w:eastAsiaTheme="minorEastAsia"/>
          <w:vertAlign w:val="subscript"/>
        </w:rPr>
        <w:t>3</w:t>
      </w:r>
      <w:r>
        <w:rPr>
          <w:rFonts w:eastAsiaTheme="minorEastAsia"/>
        </w:rPr>
        <w:t xml:space="preserve"> in the atmosphere: C</w:t>
      </w:r>
      <w:r>
        <w:rPr>
          <w:rFonts w:eastAsiaTheme="minorEastAsia"/>
          <w:vertAlign w:val="subscript"/>
        </w:rPr>
        <w:t>NH3</w:t>
      </w:r>
      <w:r>
        <w:rPr>
          <w:rFonts w:eastAsiaTheme="minorEastAsia"/>
        </w:rPr>
        <w:t xml:space="preserve"> = C</w:t>
      </w:r>
      <w:r>
        <w:rPr>
          <w:rFonts w:eastAsiaTheme="minorEastAsia"/>
          <w:vertAlign w:val="subscript"/>
        </w:rPr>
        <w:t xml:space="preserve">nh3_A0 </w:t>
      </w:r>
      <w:r>
        <w:rPr>
          <w:rFonts w:eastAsiaTheme="minorEastAsia"/>
        </w:rPr>
        <w:t>+</w:t>
      </w:r>
      <w:r w:rsidRPr="002A4B47">
        <w:rPr>
          <w:rFonts w:eastAsiaTheme="minorEastAsia"/>
        </w:rPr>
        <w:t xml:space="preserve"> </w:t>
      </w:r>
      <w:r>
        <w:rPr>
          <w:rFonts w:eastAsiaTheme="minorEastAsia"/>
        </w:rPr>
        <w:t>C</w:t>
      </w:r>
      <w:r>
        <w:rPr>
          <w:rFonts w:eastAsiaTheme="minorEastAsia"/>
          <w:vertAlign w:val="subscript"/>
        </w:rPr>
        <w:t xml:space="preserve">nh3_A1 </w:t>
      </w:r>
      <w:r>
        <w:rPr>
          <w:rFonts w:eastAsiaTheme="minorEastAsia"/>
        </w:rPr>
        <w:t>+</w:t>
      </w:r>
      <w:r w:rsidRPr="002A4B47">
        <w:rPr>
          <w:rFonts w:eastAsiaTheme="minorEastAsia"/>
        </w:rPr>
        <w:t xml:space="preserve"> </w:t>
      </w:r>
      <w:r>
        <w:rPr>
          <w:rFonts w:eastAsiaTheme="minorEastAsia"/>
        </w:rPr>
        <w:t>C</w:t>
      </w:r>
      <w:r>
        <w:rPr>
          <w:rFonts w:eastAsiaTheme="minorEastAsia"/>
          <w:vertAlign w:val="subscript"/>
        </w:rPr>
        <w:t>nh3_A2</w:t>
      </w:r>
      <w:r>
        <w:rPr>
          <w:rFonts w:eastAsiaTheme="minorEastAsia"/>
        </w:rPr>
        <w:t>. When one wishes to prescribe a constant surface flux for ammonia, it requires the flux to be divided between the three NH</w:t>
      </w:r>
      <w:r>
        <w:rPr>
          <w:rFonts w:eastAsiaTheme="minorEastAsia"/>
          <w:vertAlign w:val="subscript"/>
        </w:rPr>
        <w:t>3</w:t>
      </w:r>
      <w:r>
        <w:rPr>
          <w:rFonts w:eastAsiaTheme="minorEastAsia"/>
        </w:rPr>
        <w:t xml:space="preserve"> scalars (nh3_</w:t>
      </w:r>
      <w:r w:rsidR="005F0B39">
        <w:rPr>
          <w:rFonts w:eastAsiaTheme="minorEastAsia"/>
        </w:rPr>
        <w:t>a</w:t>
      </w:r>
      <w:r>
        <w:rPr>
          <w:rFonts w:eastAsiaTheme="minorEastAsia"/>
        </w:rPr>
        <w:t>0, nh3_</w:t>
      </w:r>
      <w:r w:rsidR="005F0B39">
        <w:rPr>
          <w:rFonts w:eastAsiaTheme="minorEastAsia"/>
        </w:rPr>
        <w:t>a</w:t>
      </w:r>
      <w:r>
        <w:rPr>
          <w:rFonts w:eastAsiaTheme="minorEastAsia"/>
        </w:rPr>
        <w:t>1 and nh3_</w:t>
      </w:r>
      <w:r w:rsidR="005F0B39">
        <w:rPr>
          <w:rFonts w:eastAsiaTheme="minorEastAsia"/>
        </w:rPr>
        <w:t>a</w:t>
      </w:r>
      <w:r>
        <w:rPr>
          <w:rFonts w:eastAsiaTheme="minorEastAsia"/>
        </w:rPr>
        <w:t>2). Hence, the split-flux functionality.</w:t>
      </w:r>
    </w:p>
    <w:p w:rsidR="00D652B1" w:rsidRDefault="00D652B1" w:rsidP="00D652B1">
      <w:pPr>
        <w:pStyle w:val="Heading1"/>
        <w:rPr>
          <w:rFonts w:eastAsiaTheme="minorEastAsia"/>
        </w:rPr>
      </w:pPr>
      <w:r>
        <w:rPr>
          <w:rFonts w:eastAsiaTheme="minorEastAsia"/>
        </w:rPr>
        <w:t>Methodology</w:t>
      </w:r>
    </w:p>
    <w:p w:rsidR="00A86605" w:rsidRDefault="00BA3A62" w:rsidP="002A4B47">
      <w:r>
        <w:t xml:space="preserve">The to-be combined scalars are defined in a matrix with default values of -1: </w:t>
      </w:r>
      <w:proofErr w:type="spellStart"/>
      <w:r>
        <w:t>sf_scalars</w:t>
      </w:r>
      <w:proofErr w:type="spellEnd"/>
      <w:r>
        <w:t>. An example is shown below</w:t>
      </w:r>
      <w:r w:rsidR="00091764">
        <w:t xml:space="preserve">. This matrix is filled with scalar indices, in the order in which they are defined in </w:t>
      </w:r>
      <w:proofErr w:type="spellStart"/>
      <w:r w:rsidR="00091764">
        <w:t>scalar.inp</w:t>
      </w:r>
      <w:proofErr w:type="spellEnd"/>
      <w:r w:rsidR="00091764">
        <w:t xml:space="preserve">. </w:t>
      </w:r>
    </w:p>
    <w:p w:rsidR="002A4B47" w:rsidRPr="00091764" w:rsidRDefault="00091764" w:rsidP="002A4B47">
      <w:r>
        <w:t xml:space="preserve">Each row in the matrix describes the scalar numbers which form a set and over which the surface flux will be divided. The prescribed flux of the scalar in the first column, the base scalar, is the </w:t>
      </w:r>
      <w:proofErr w:type="spellStart"/>
      <w:r>
        <w:t>F</w:t>
      </w:r>
      <w:r>
        <w:rPr>
          <w:vertAlign w:val="subscript"/>
        </w:rPr>
        <w:t>prescribed</w:t>
      </w:r>
      <w:proofErr w:type="spellEnd"/>
      <w:r>
        <w:t xml:space="preserve"> of the earlier equation. The prescribed fluxes of the additional scalars in the set </w:t>
      </w:r>
      <w:r w:rsidR="005E3A47">
        <w:t>should be equal to the flux of the base scalar. If they are not equal, they will not be used for the split-flux functionality. This is the case for heterogeneous surface patches, like an emission source</w:t>
      </w:r>
      <w:r>
        <w:t>. All values of -1 will be ignored as well.</w:t>
      </w:r>
      <w:r w:rsidR="00A86605">
        <w:t xml:space="preserve"> The </w:t>
      </w:r>
      <w:proofErr w:type="spellStart"/>
      <w:r w:rsidR="00A86605">
        <w:t>sf_scalar</w:t>
      </w:r>
      <w:proofErr w:type="spellEnd"/>
      <w:r w:rsidR="00A86605">
        <w:t xml:space="preserve"> matrix is filled the same as the </w:t>
      </w:r>
      <w:proofErr w:type="spellStart"/>
      <w:r w:rsidR="00A86605">
        <w:t>land_use</w:t>
      </w:r>
      <w:proofErr w:type="spellEnd"/>
      <w:r w:rsidR="00A86605">
        <w:t xml:space="preserve"> input.</w:t>
      </w:r>
    </w:p>
    <w:tbl>
      <w:tblPr>
        <w:tblStyle w:val="PlainTable3"/>
        <w:tblW w:w="9072" w:type="dxa"/>
        <w:tblLayout w:type="fixed"/>
        <w:tblLook w:val="04A0" w:firstRow="1" w:lastRow="0" w:firstColumn="1" w:lastColumn="0" w:noHBand="0" w:noVBand="1"/>
      </w:tblPr>
      <w:tblGrid>
        <w:gridCol w:w="1814"/>
        <w:gridCol w:w="1814"/>
        <w:gridCol w:w="1815"/>
        <w:gridCol w:w="1814"/>
        <w:gridCol w:w="1815"/>
      </w:tblGrid>
      <w:tr w:rsidR="00BA3A62" w:rsidTr="00BA3A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14" w:type="dxa"/>
            <w:tcBorders>
              <w:right w:val="single" w:sz="4" w:space="0" w:color="auto"/>
            </w:tcBorders>
          </w:tcPr>
          <w:p w:rsidR="00BA3A62" w:rsidRDefault="00A86605" w:rsidP="002A4B47">
            <w:r>
              <w:t>sf_scalars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BA3A62" w:rsidRDefault="00BA3A62" w:rsidP="00BA3A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Base scalar index</w:t>
            </w:r>
          </w:p>
        </w:tc>
        <w:tc>
          <w:tcPr>
            <w:tcW w:w="5444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A3A62" w:rsidRDefault="00BA3A62" w:rsidP="00BA3A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Addition</w:t>
            </w:r>
            <w:r w:rsidR="00091764">
              <w:t>al</w:t>
            </w:r>
            <w:r>
              <w:t xml:space="preserve"> scalar index/indices</w:t>
            </w:r>
          </w:p>
        </w:tc>
      </w:tr>
      <w:tr w:rsidR="00BA3A62" w:rsidTr="00BA3A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vMerge w:val="restart"/>
            <w:tcBorders>
              <w:right w:val="single" w:sz="4" w:space="0" w:color="auto"/>
            </w:tcBorders>
            <w:vAlign w:val="center"/>
          </w:tcPr>
          <w:p w:rsidR="00BA3A62" w:rsidRDefault="00BA3A62" w:rsidP="00BA3A62">
            <w:pPr>
              <w:jc w:val="center"/>
            </w:pPr>
            <w:r>
              <w:t>scalar sets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BA3A62" w:rsidRPr="00BA3A62" w:rsidRDefault="00BA3A62" w:rsidP="00BA3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BA3A62">
              <w:rPr>
                <w:b/>
                <w:bCs/>
              </w:rPr>
              <w:t>1</w:t>
            </w:r>
          </w:p>
        </w:tc>
        <w:tc>
          <w:tcPr>
            <w:tcW w:w="181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62" w:rsidRPr="00BA3A62" w:rsidRDefault="00BA3A62" w:rsidP="00BA3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BA3A62">
              <w:rPr>
                <w:b/>
                <w:bCs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62" w:rsidRPr="00BA3A62" w:rsidRDefault="00BA3A62" w:rsidP="00BA3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BA3A62">
              <w:rPr>
                <w:b/>
                <w:bCs/>
              </w:rPr>
              <w:t>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62" w:rsidRDefault="00BA3A62" w:rsidP="002A4B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-1</w:t>
            </w:r>
          </w:p>
        </w:tc>
      </w:tr>
      <w:tr w:rsidR="00BA3A62" w:rsidTr="00BA3A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vMerge/>
            <w:tcBorders>
              <w:right w:val="single" w:sz="4" w:space="0" w:color="auto"/>
            </w:tcBorders>
          </w:tcPr>
          <w:p w:rsidR="00BA3A62" w:rsidRDefault="00BA3A62" w:rsidP="002A4B47"/>
        </w:tc>
        <w:tc>
          <w:tcPr>
            <w:tcW w:w="18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BA3A62" w:rsidRPr="00BA3A62" w:rsidRDefault="00BA3A62" w:rsidP="00BA3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A3A62">
              <w:rPr>
                <w:b/>
                <w:bCs/>
              </w:rPr>
              <w:t>4</w:t>
            </w:r>
          </w:p>
        </w:tc>
        <w:tc>
          <w:tcPr>
            <w:tcW w:w="181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62" w:rsidRPr="00BA3A62" w:rsidRDefault="00BA3A62" w:rsidP="00BA3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A3A62">
              <w:rPr>
                <w:b/>
                <w:bCs/>
              </w:rPr>
              <w:t>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62" w:rsidRPr="00BA3A62" w:rsidRDefault="00BA3A62" w:rsidP="00BA3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A3A62">
              <w:rPr>
                <w:b/>
                <w:bCs/>
              </w:rPr>
              <w:t>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62" w:rsidRDefault="00BA3A62" w:rsidP="002A4B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-1</w:t>
            </w:r>
          </w:p>
        </w:tc>
      </w:tr>
      <w:tr w:rsidR="00BA3A62" w:rsidTr="00BA3A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vMerge/>
            <w:tcBorders>
              <w:right w:val="single" w:sz="4" w:space="0" w:color="auto"/>
            </w:tcBorders>
          </w:tcPr>
          <w:p w:rsidR="00BA3A62" w:rsidRDefault="00BA3A62" w:rsidP="002A4B47"/>
        </w:tc>
        <w:tc>
          <w:tcPr>
            <w:tcW w:w="18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BA3A62" w:rsidRPr="00BA3A62" w:rsidRDefault="00BA3A62" w:rsidP="00BA3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BA3A62">
              <w:rPr>
                <w:b/>
                <w:bCs/>
              </w:rPr>
              <w:t>7</w:t>
            </w:r>
          </w:p>
        </w:tc>
        <w:tc>
          <w:tcPr>
            <w:tcW w:w="181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62" w:rsidRPr="00BA3A62" w:rsidRDefault="00BA3A62" w:rsidP="00BA3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BA3A62">
              <w:rPr>
                <w:b/>
                <w:bCs/>
              </w:rPr>
              <w:t>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62" w:rsidRDefault="00BA3A62" w:rsidP="002A4B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62" w:rsidRDefault="00BA3A62" w:rsidP="002A4B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-1</w:t>
            </w:r>
          </w:p>
        </w:tc>
      </w:tr>
      <w:tr w:rsidR="00BA3A62" w:rsidTr="00BA3A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vMerge/>
            <w:tcBorders>
              <w:right w:val="single" w:sz="4" w:space="0" w:color="auto"/>
            </w:tcBorders>
          </w:tcPr>
          <w:p w:rsidR="00BA3A62" w:rsidRDefault="00BA3A62" w:rsidP="002A4B47"/>
        </w:tc>
        <w:tc>
          <w:tcPr>
            <w:tcW w:w="18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BA3A62" w:rsidRPr="00BA3A62" w:rsidRDefault="00BA3A62" w:rsidP="00BA3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A3A62">
              <w:rPr>
                <w:b/>
                <w:bCs/>
              </w:rPr>
              <w:t>9</w:t>
            </w:r>
          </w:p>
        </w:tc>
        <w:tc>
          <w:tcPr>
            <w:tcW w:w="181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62" w:rsidRPr="00BA3A62" w:rsidRDefault="00BA3A62" w:rsidP="00BA3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A3A62">
              <w:rPr>
                <w:b/>
                <w:bCs/>
              </w:rPr>
              <w:t>10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62" w:rsidRDefault="00BA3A62" w:rsidP="002A4B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62" w:rsidRDefault="00BA3A62" w:rsidP="002A4B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-1</w:t>
            </w:r>
          </w:p>
        </w:tc>
      </w:tr>
      <w:tr w:rsidR="00BA3A62" w:rsidTr="00BA3A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4" w:type="dxa"/>
            <w:vMerge/>
            <w:tcBorders>
              <w:right w:val="single" w:sz="4" w:space="0" w:color="auto"/>
            </w:tcBorders>
          </w:tcPr>
          <w:p w:rsidR="00BA3A62" w:rsidRDefault="00BA3A62" w:rsidP="002A4B47"/>
        </w:tc>
        <w:tc>
          <w:tcPr>
            <w:tcW w:w="18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BA3A62" w:rsidRDefault="00BA3A62" w:rsidP="002A4B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-1</w:t>
            </w:r>
          </w:p>
        </w:tc>
        <w:tc>
          <w:tcPr>
            <w:tcW w:w="181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62" w:rsidRDefault="00BA3A62" w:rsidP="002A4B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62" w:rsidRDefault="00BA3A62" w:rsidP="002A4B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62" w:rsidRDefault="00BA3A62" w:rsidP="002A4B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-1</w:t>
            </w:r>
          </w:p>
        </w:tc>
      </w:tr>
    </w:tbl>
    <w:p w:rsidR="00091764" w:rsidRDefault="00091764" w:rsidP="002A4B47">
      <w:proofErr w:type="spellStart"/>
      <w:r>
        <w:t>Exmple</w:t>
      </w:r>
      <w:proofErr w:type="spellEnd"/>
      <w:r>
        <w:t xml:space="preserve"> for row 1:</w:t>
      </w:r>
    </w:p>
    <w:p w:rsidR="00091764" w:rsidRPr="002A4B47" w:rsidRDefault="00661758" w:rsidP="0009176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1,new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1, original</m:t>
              </m:r>
            </m:sub>
          </m:sSub>
        </m:oMath>
      </m:oMathPara>
    </w:p>
    <w:p w:rsidR="00091764" w:rsidRPr="002A4B47" w:rsidRDefault="00661758" w:rsidP="0009176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2,new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1, original</m:t>
              </m:r>
            </m:sub>
          </m:sSub>
        </m:oMath>
      </m:oMathPara>
    </w:p>
    <w:p w:rsidR="00091764" w:rsidRPr="002A4B47" w:rsidRDefault="00661758" w:rsidP="0009176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3,new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1, original</m:t>
              </m:r>
            </m:sub>
          </m:sSub>
        </m:oMath>
      </m:oMathPara>
    </w:p>
    <w:p w:rsidR="00A86605" w:rsidRDefault="00A86605" w:rsidP="00A86605">
      <w:proofErr w:type="spellStart"/>
      <w:r>
        <w:t>Exmple</w:t>
      </w:r>
      <w:proofErr w:type="spellEnd"/>
      <w:r>
        <w:t xml:space="preserve"> for row 3:</w:t>
      </w:r>
    </w:p>
    <w:p w:rsidR="00A86605" w:rsidRPr="002A4B47" w:rsidRDefault="00661758" w:rsidP="00A86605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7, new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7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7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8</m:t>
                  </m:r>
                </m:sub>
              </m:sSub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7, original</m:t>
              </m:r>
            </m:sub>
          </m:sSub>
        </m:oMath>
      </m:oMathPara>
    </w:p>
    <w:p w:rsidR="00091764" w:rsidRPr="00A86605" w:rsidRDefault="00661758" w:rsidP="002A4B47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8,new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8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7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8</m:t>
                  </m:r>
                </m:sub>
              </m:sSub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7, original</m:t>
              </m:r>
            </m:sub>
          </m:sSub>
        </m:oMath>
      </m:oMathPara>
    </w:p>
    <w:p w:rsidR="00D652B1" w:rsidRDefault="00A86605" w:rsidP="00D652B1">
      <w:r>
        <w:rPr>
          <w:rFonts w:eastAsiaTheme="minorEastAsia"/>
        </w:rPr>
        <w:t xml:space="preserve">The size of </w:t>
      </w:r>
      <w:proofErr w:type="spellStart"/>
      <w:r>
        <w:rPr>
          <w:rFonts w:eastAsiaTheme="minorEastAsia"/>
        </w:rPr>
        <w:t>sf_scalars</w:t>
      </w:r>
      <w:proofErr w:type="spellEnd"/>
      <w:r>
        <w:rPr>
          <w:rFonts w:eastAsiaTheme="minorEastAsia"/>
        </w:rPr>
        <w:t xml:space="preserve"> can be changed in modsurfdata.f90 by changing sf_dim1 &amp; sf_dim2.</w:t>
      </w:r>
    </w:p>
    <w:p w:rsidR="00D652B1" w:rsidRDefault="00D652B1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:rsidR="005E3A47" w:rsidRDefault="005E3A47" w:rsidP="00D652B1">
      <w:pPr>
        <w:pStyle w:val="Heading1"/>
      </w:pPr>
      <w:r>
        <w:lastRenderedPageBreak/>
        <w:t>Inputs:</w:t>
      </w:r>
    </w:p>
    <w:p w:rsidR="009458C1" w:rsidRPr="009458C1" w:rsidRDefault="009458C1" w:rsidP="009458C1">
      <w:r>
        <w:t xml:space="preserve">IMPORTANT: Make sure to check if sf_dim1 &amp; sf_dim2 in modsurfdata.f90 are still sufficiently large! These variables determine the size of </w:t>
      </w:r>
      <w:proofErr w:type="spellStart"/>
      <w:r>
        <w:t>sf_scalars</w:t>
      </w:r>
      <w:proofErr w:type="spellEnd"/>
      <w:r>
        <w:t>.</w:t>
      </w:r>
      <w:r w:rsidR="00661758">
        <w:t xml:space="preserve"> If it is changed, build a new dales4 executable!</w:t>
      </w:r>
    </w:p>
    <w:p w:rsidR="005E3A47" w:rsidRDefault="005E3A47" w:rsidP="005E3A47">
      <w:pPr>
        <w:rPr>
          <w:b/>
          <w:bCs/>
        </w:rPr>
      </w:pPr>
      <w:proofErr w:type="spellStart"/>
      <w:r>
        <w:rPr>
          <w:b/>
          <w:bCs/>
        </w:rPr>
        <w:t>Namoptions</w:t>
      </w:r>
      <w:proofErr w:type="spellEnd"/>
      <w:r>
        <w:rPr>
          <w:b/>
          <w:bCs/>
        </w:rPr>
        <w:t>:</w:t>
      </w:r>
    </w:p>
    <w:p w:rsidR="005E3A47" w:rsidRDefault="005E3A47" w:rsidP="005E3A47">
      <w:pPr>
        <w:pStyle w:val="ListParagraph"/>
        <w:numPr>
          <w:ilvl w:val="0"/>
          <w:numId w:val="2"/>
        </w:numPr>
      </w:pPr>
      <w:proofErr w:type="spellStart"/>
      <w:r>
        <w:t>lsplitflux</w:t>
      </w:r>
      <w:proofErr w:type="spellEnd"/>
      <w:r>
        <w:t>:</w:t>
      </w:r>
      <w:r>
        <w:br/>
        <w:t>.true. if you want to use the functionality</w:t>
      </w:r>
      <w:bookmarkStart w:id="0" w:name="_GoBack"/>
      <w:bookmarkEnd w:id="0"/>
    </w:p>
    <w:p w:rsidR="005F0B39" w:rsidRDefault="005E3A47" w:rsidP="005E3A47">
      <w:pPr>
        <w:pStyle w:val="ListParagraph"/>
        <w:numPr>
          <w:ilvl w:val="0"/>
          <w:numId w:val="2"/>
        </w:numPr>
      </w:pPr>
      <w:proofErr w:type="spellStart"/>
      <w:r>
        <w:t>sf_scalars</w:t>
      </w:r>
      <w:proofErr w:type="spellEnd"/>
      <w:r>
        <w:t>:</w:t>
      </w:r>
      <w:r>
        <w:br/>
        <w:t xml:space="preserve">Matrix with the scalar indices for the </w:t>
      </w:r>
      <w:r w:rsidR="0084697D">
        <w:t>sets of scalars.</w:t>
      </w:r>
    </w:p>
    <w:p w:rsidR="005E3A47" w:rsidRDefault="0084697D" w:rsidP="005F0B39">
      <w:pPr>
        <w:pStyle w:val="ListParagraph"/>
        <w:numPr>
          <w:ilvl w:val="1"/>
          <w:numId w:val="2"/>
        </w:numPr>
      </w:pPr>
      <w:r>
        <w:t>In the horizontal (second dimension)</w:t>
      </w:r>
      <w:r w:rsidR="005F0B39">
        <w:t xml:space="preserve"> are the indices of the scalars that form a set. E.g. one ammonia background concentration scalar (nh3_a0) and one ammonia emission scalar (nh3_a1) together form the total ammonia concentration (nh3 = nh3_0 + nh3_1)</w:t>
      </w:r>
    </w:p>
    <w:p w:rsidR="005F0B39" w:rsidRDefault="005F0B39" w:rsidP="005F0B39">
      <w:pPr>
        <w:pStyle w:val="ListParagraph"/>
        <w:numPr>
          <w:ilvl w:val="1"/>
          <w:numId w:val="2"/>
        </w:numPr>
      </w:pPr>
      <w:r>
        <w:t>In the vertical (first dimension) are the number of scalar sets.</w:t>
      </w:r>
    </w:p>
    <w:p w:rsidR="005F0B39" w:rsidRDefault="005F0B39" w:rsidP="005F0B39">
      <w:pPr>
        <w:pStyle w:val="ListParagraph"/>
        <w:numPr>
          <w:ilvl w:val="0"/>
          <w:numId w:val="2"/>
        </w:numPr>
      </w:pPr>
      <w:r>
        <w:t>Example with 4 scalar sets and the first scalar (#1) is independent.:</w:t>
      </w:r>
      <w:r>
        <w:br/>
      </w:r>
      <w:r w:rsidR="00CD075B" w:rsidRPr="00CD075B">
        <w:t xml:space="preserve">&amp;NAMSURFACE </w:t>
      </w:r>
      <w:r w:rsidR="00CD075B">
        <w:br/>
      </w:r>
      <w:proofErr w:type="spellStart"/>
      <w:r w:rsidR="00CD075B">
        <w:t>lhetero</w:t>
      </w:r>
      <w:proofErr w:type="spellEnd"/>
      <w:r w:rsidR="00CD075B">
        <w:t xml:space="preserve"> = .true.</w:t>
      </w:r>
      <w:r w:rsidR="0030380D">
        <w:tab/>
      </w:r>
      <w:r w:rsidR="00CD075B">
        <w:br/>
      </w:r>
      <w:proofErr w:type="spellStart"/>
      <w:r>
        <w:t>lsplitflux</w:t>
      </w:r>
      <w:proofErr w:type="spellEnd"/>
      <w:r>
        <w:t xml:space="preserve"> = .true.</w:t>
      </w:r>
      <w:r>
        <w:br/>
      </w:r>
      <w:proofErr w:type="spellStart"/>
      <w:r>
        <w:t>sf_scalars</w:t>
      </w:r>
      <w:proofErr w:type="spellEnd"/>
      <w:r>
        <w:t xml:space="preserve">(1,1) = 2 </w:t>
      </w:r>
      <w:r>
        <w:tab/>
        <w:t>(scalar index #2 -&gt; scalar name nh3_a0)</w:t>
      </w:r>
      <w:r>
        <w:br/>
      </w:r>
      <w:proofErr w:type="spellStart"/>
      <w:r>
        <w:t>sf_scalars</w:t>
      </w:r>
      <w:proofErr w:type="spellEnd"/>
      <w:r>
        <w:t xml:space="preserve">(1,2) = 3 </w:t>
      </w:r>
      <w:r>
        <w:tab/>
        <w:t>(scalar index #3 -&gt; scalar name nh3_a1)</w:t>
      </w:r>
      <w:r w:rsidRPr="005F0B39">
        <w:t xml:space="preserve"> </w:t>
      </w:r>
      <w:r>
        <w:br/>
      </w:r>
      <w:proofErr w:type="spellStart"/>
      <w:r>
        <w:t>sf_scalars</w:t>
      </w:r>
      <w:proofErr w:type="spellEnd"/>
      <w:r>
        <w:t xml:space="preserve"> (2,1) = 4 </w:t>
      </w:r>
      <w:r>
        <w:tab/>
        <w:t>(scalar index #4 -&gt; scalar name nh3_b0)</w:t>
      </w:r>
      <w:r>
        <w:br/>
      </w:r>
      <w:proofErr w:type="spellStart"/>
      <w:r>
        <w:t>sf_scalars</w:t>
      </w:r>
      <w:proofErr w:type="spellEnd"/>
      <w:r>
        <w:t xml:space="preserve"> (2,2) = 5 </w:t>
      </w:r>
      <w:r>
        <w:tab/>
        <w:t>(scalar index #5 -&gt; scalar name nh3_b1)</w:t>
      </w:r>
      <w:r>
        <w:br/>
      </w:r>
      <w:proofErr w:type="spellStart"/>
      <w:r>
        <w:t>sf_scalars</w:t>
      </w:r>
      <w:proofErr w:type="spellEnd"/>
      <w:r>
        <w:t xml:space="preserve"> (3,1) = 6 </w:t>
      </w:r>
      <w:r>
        <w:tab/>
        <w:t>(scalar index #6 -&gt; scalar name nh3_c0)</w:t>
      </w:r>
      <w:r w:rsidRPr="005F0B39">
        <w:t xml:space="preserve"> </w:t>
      </w:r>
      <w:r>
        <w:br/>
      </w:r>
      <w:proofErr w:type="spellStart"/>
      <w:r>
        <w:t>sf_scalars</w:t>
      </w:r>
      <w:proofErr w:type="spellEnd"/>
      <w:r>
        <w:t xml:space="preserve"> (3,2) = 7 </w:t>
      </w:r>
      <w:r>
        <w:tab/>
        <w:t>(scalar index #7 -&gt; scalar name nh3_c1)</w:t>
      </w:r>
      <w:r w:rsidRPr="005F0B39">
        <w:t xml:space="preserve"> </w:t>
      </w:r>
      <w:r>
        <w:br/>
      </w:r>
      <w:proofErr w:type="spellStart"/>
      <w:r>
        <w:t>sf_scalars</w:t>
      </w:r>
      <w:proofErr w:type="spellEnd"/>
      <w:r>
        <w:t xml:space="preserve"> (3,3) = 8 </w:t>
      </w:r>
      <w:r>
        <w:tab/>
        <w:t>(scalar index #8 -&gt; scalar name nh3_c2)</w:t>
      </w:r>
      <w:r w:rsidRPr="005F0B39">
        <w:t xml:space="preserve"> </w:t>
      </w:r>
      <w:r>
        <w:br/>
      </w:r>
      <w:proofErr w:type="spellStart"/>
      <w:r>
        <w:t>sf_scalars</w:t>
      </w:r>
      <w:proofErr w:type="spellEnd"/>
      <w:r>
        <w:t xml:space="preserve"> (4,1) = 9 </w:t>
      </w:r>
      <w:r>
        <w:tab/>
        <w:t>(scalar index #9 -&gt; scalar name nh3_d0)</w:t>
      </w:r>
      <w:r w:rsidRPr="005F0B39">
        <w:t xml:space="preserve"> </w:t>
      </w:r>
      <w:r>
        <w:br/>
      </w:r>
      <w:proofErr w:type="spellStart"/>
      <w:r>
        <w:t>sf_scalars</w:t>
      </w:r>
      <w:proofErr w:type="spellEnd"/>
      <w:r>
        <w:t xml:space="preserve"> (4,2) = 10 </w:t>
      </w:r>
      <w:r>
        <w:tab/>
        <w:t>(scalar index #10 -&gt; scalar name nh3_d1)</w:t>
      </w:r>
      <w:r w:rsidRPr="005F0B39">
        <w:t xml:space="preserve"> </w:t>
      </w:r>
      <w:r>
        <w:br/>
      </w:r>
      <w:proofErr w:type="spellStart"/>
      <w:r>
        <w:t>sf_scalars</w:t>
      </w:r>
      <w:proofErr w:type="spellEnd"/>
      <w:r>
        <w:t xml:space="preserve"> (4,3) = 11 </w:t>
      </w:r>
      <w:r>
        <w:tab/>
        <w:t>(scalar index #11 -&gt; scalar name nh3_d2)</w:t>
      </w:r>
    </w:p>
    <w:p w:rsidR="0030380D" w:rsidRPr="0030380D" w:rsidRDefault="0030380D" w:rsidP="005F0B39">
      <w:pPr>
        <w:pStyle w:val="ListParagraph"/>
        <w:numPr>
          <w:ilvl w:val="0"/>
          <w:numId w:val="2"/>
        </w:numPr>
      </w:pPr>
      <w:r>
        <w:rPr>
          <w:b/>
          <w:bCs/>
        </w:rPr>
        <w:t>Requirements:</w:t>
      </w:r>
    </w:p>
    <w:p w:rsidR="0030380D" w:rsidRDefault="0030380D" w:rsidP="0030380D">
      <w:pPr>
        <w:pStyle w:val="ListParagraph"/>
        <w:numPr>
          <w:ilvl w:val="1"/>
          <w:numId w:val="2"/>
        </w:numPr>
      </w:pPr>
      <w:proofErr w:type="spellStart"/>
      <w:r>
        <w:t>lhetero</w:t>
      </w:r>
      <w:proofErr w:type="spellEnd"/>
      <w:r>
        <w:t xml:space="preserve"> = .true.</w:t>
      </w:r>
    </w:p>
    <w:p w:rsidR="0030380D" w:rsidRDefault="0030380D" w:rsidP="0030380D">
      <w:pPr>
        <w:pStyle w:val="ListParagraph"/>
        <w:numPr>
          <w:ilvl w:val="1"/>
          <w:numId w:val="2"/>
        </w:numPr>
      </w:pPr>
      <w:proofErr w:type="spellStart"/>
      <w:r>
        <w:t>lsplitflux</w:t>
      </w:r>
      <w:proofErr w:type="spellEnd"/>
      <w:r>
        <w:t xml:space="preserve"> = .true.</w:t>
      </w:r>
    </w:p>
    <w:p w:rsidR="0030380D" w:rsidRDefault="0030380D" w:rsidP="0030380D">
      <w:pPr>
        <w:pStyle w:val="ListParagraph"/>
        <w:numPr>
          <w:ilvl w:val="1"/>
          <w:numId w:val="2"/>
        </w:numPr>
      </w:pPr>
      <w:proofErr w:type="spellStart"/>
      <w:r>
        <w:t>sf_scalars</w:t>
      </w:r>
      <w:proofErr w:type="spellEnd"/>
      <w:r>
        <w:t>: NO DUPLICATE scalar indices</w:t>
      </w:r>
    </w:p>
    <w:p w:rsidR="0030380D" w:rsidRPr="005E3A47" w:rsidRDefault="0030380D" w:rsidP="0030380D">
      <w:pPr>
        <w:pStyle w:val="ListParagraph"/>
        <w:numPr>
          <w:ilvl w:val="1"/>
          <w:numId w:val="2"/>
        </w:numPr>
      </w:pPr>
      <w:r>
        <w:t xml:space="preserve">Variables </w:t>
      </w:r>
      <w:proofErr w:type="spellStart"/>
      <w:r>
        <w:t>lsplitflux</w:t>
      </w:r>
      <w:proofErr w:type="spellEnd"/>
      <w:r>
        <w:t xml:space="preserve"> &amp; </w:t>
      </w:r>
      <w:proofErr w:type="spellStart"/>
      <w:r>
        <w:t>sf_scalars</w:t>
      </w:r>
      <w:proofErr w:type="spellEnd"/>
      <w:r>
        <w:t xml:space="preserve"> are defines in NAMOPTIONS under </w:t>
      </w:r>
      <w:r w:rsidRPr="00A86605">
        <w:t>&amp;NAMSURFACE</w:t>
      </w:r>
    </w:p>
    <w:p w:rsidR="005F0B39" w:rsidRPr="005F0B39" w:rsidRDefault="005F0B39" w:rsidP="005F0B39">
      <w:pPr>
        <w:rPr>
          <w:b/>
          <w:bCs/>
        </w:rPr>
      </w:pPr>
      <w:proofErr w:type="spellStart"/>
      <w:r w:rsidRPr="005F0B39">
        <w:rPr>
          <w:b/>
          <w:bCs/>
        </w:rPr>
        <w:t>surface.interactive.inp</w:t>
      </w:r>
      <w:proofErr w:type="spellEnd"/>
    </w:p>
    <w:p w:rsidR="005F0B39" w:rsidRDefault="0030380D" w:rsidP="0030380D">
      <w:pPr>
        <w:pStyle w:val="ListParagraph"/>
        <w:numPr>
          <w:ilvl w:val="0"/>
          <w:numId w:val="3"/>
        </w:numPr>
      </w:pPr>
      <w:proofErr w:type="spellStart"/>
      <w:r>
        <w:t>wsvsurf</w:t>
      </w:r>
      <w:proofErr w:type="spellEnd"/>
      <w:r>
        <w:t>(n):</w:t>
      </w:r>
    </w:p>
    <w:p w:rsidR="0030380D" w:rsidRDefault="0030380D" w:rsidP="0030380D">
      <w:pPr>
        <w:pStyle w:val="ListParagraph"/>
        <w:numPr>
          <w:ilvl w:val="1"/>
          <w:numId w:val="3"/>
        </w:numPr>
      </w:pPr>
      <w:r>
        <w:t xml:space="preserve">scalars with the same </w:t>
      </w:r>
      <w:proofErr w:type="spellStart"/>
      <w:r>
        <w:t>wsvsurf</w:t>
      </w:r>
      <w:proofErr w:type="spellEnd"/>
      <w:r>
        <w:t xml:space="preserve"> as the “base scalar” will be have the prescribed surface flux divided between their set of scalars: </w:t>
      </w:r>
      <w:r>
        <w:br/>
      </w:r>
      <w:proofErr w:type="spellStart"/>
      <w:r>
        <w:t>wsvsurf</w:t>
      </w:r>
      <w:proofErr w:type="spellEnd"/>
      <w:r>
        <w:t xml:space="preserve">( </w:t>
      </w:r>
      <w:r w:rsidRPr="0030380D">
        <w:rPr>
          <w:i/>
          <w:iCs/>
        </w:rPr>
        <w:t>base scalar index</w:t>
      </w:r>
      <w:r>
        <w:t xml:space="preserve"> ) = </w:t>
      </w:r>
      <w:proofErr w:type="spellStart"/>
      <w:r>
        <w:t>wsvsurf</w:t>
      </w:r>
      <w:proofErr w:type="spellEnd"/>
      <w:r>
        <w:t xml:space="preserve">( </w:t>
      </w:r>
      <w:r w:rsidRPr="0030380D">
        <w:rPr>
          <w:i/>
          <w:iCs/>
        </w:rPr>
        <w:t>additional scalar index</w:t>
      </w:r>
      <w:r>
        <w:t xml:space="preserve"> 1 ) = </w:t>
      </w:r>
      <w:r>
        <w:br/>
      </w:r>
      <w:proofErr w:type="spellStart"/>
      <w:r>
        <w:t>wsvsurf</w:t>
      </w:r>
      <w:proofErr w:type="spellEnd"/>
      <w:r>
        <w:t xml:space="preserve">( </w:t>
      </w:r>
      <w:r w:rsidRPr="0030380D">
        <w:rPr>
          <w:i/>
          <w:iCs/>
        </w:rPr>
        <w:t>additional scalar index</w:t>
      </w:r>
      <w:r>
        <w:t xml:space="preserve"> 2 ) = ... = </w:t>
      </w:r>
      <w:proofErr w:type="spellStart"/>
      <w:r>
        <w:t>wsvsurf</w:t>
      </w:r>
      <w:proofErr w:type="spellEnd"/>
      <w:r>
        <w:t xml:space="preserve">( </w:t>
      </w:r>
      <w:r w:rsidRPr="0030380D">
        <w:rPr>
          <w:i/>
          <w:iCs/>
        </w:rPr>
        <w:t>additional scalar index</w:t>
      </w:r>
      <w:r>
        <w:t xml:space="preserve"> M )</w:t>
      </w:r>
    </w:p>
    <w:p w:rsidR="0030380D" w:rsidRDefault="0030380D" w:rsidP="0030380D">
      <w:pPr>
        <w:pStyle w:val="ListParagraph"/>
        <w:numPr>
          <w:ilvl w:val="1"/>
          <w:numId w:val="3"/>
        </w:numPr>
      </w:pPr>
      <w:r>
        <w:t xml:space="preserve">Scalars with a different </w:t>
      </w:r>
      <w:proofErr w:type="spellStart"/>
      <w:r>
        <w:t>wsvsurf</w:t>
      </w:r>
      <w:proofErr w:type="spellEnd"/>
      <w:r>
        <w:t xml:space="preserve"> from the “base scalar” will not have the prescribed surface flux between their set of scalars. This is useful for having an emission source. </w:t>
      </w:r>
    </w:p>
    <w:p w:rsidR="00BA3A62" w:rsidRPr="00D652B1" w:rsidRDefault="0030380D" w:rsidP="00D652B1">
      <w:pPr>
        <w:pStyle w:val="ListParagraph"/>
        <w:numPr>
          <w:ilvl w:val="0"/>
          <w:numId w:val="3"/>
        </w:numPr>
      </w:pPr>
      <w:r>
        <w:t>Example with 3 scalars: 1 background scalar (no sources) and two emission scalars:</w:t>
      </w:r>
      <w:r>
        <w:br/>
      </w:r>
      <w:r w:rsidRPr="0030380D">
        <w:t>#</w:t>
      </w:r>
      <w:proofErr w:type="spellStart"/>
      <w:r w:rsidRPr="0030380D">
        <w:t>typenr</w:t>
      </w:r>
      <w:proofErr w:type="spellEnd"/>
      <w:r>
        <w:t xml:space="preserve"> </w:t>
      </w:r>
      <w:r>
        <w:tab/>
      </w:r>
      <w:r w:rsidRPr="0030380D">
        <w:t>name</w:t>
      </w:r>
      <w:r>
        <w:t xml:space="preserve"> </w:t>
      </w:r>
      <w:r>
        <w:tab/>
      </w:r>
      <w:r>
        <w:tab/>
        <w:t xml:space="preserve">... </w:t>
      </w:r>
      <w:r>
        <w:tab/>
      </w:r>
      <w:proofErr w:type="spellStart"/>
      <w:r>
        <w:t>svsurf</w:t>
      </w:r>
      <w:proofErr w:type="spellEnd"/>
      <w:r>
        <w:t xml:space="preserve">(01) </w:t>
      </w:r>
      <w:r>
        <w:tab/>
      </w:r>
      <w:proofErr w:type="spellStart"/>
      <w:r>
        <w:t>svsurf</w:t>
      </w:r>
      <w:proofErr w:type="spellEnd"/>
      <w:r>
        <w:t xml:space="preserve">(02) </w:t>
      </w:r>
      <w:r>
        <w:tab/>
      </w:r>
      <w:proofErr w:type="spellStart"/>
      <w:r>
        <w:t>svsurf</w:t>
      </w:r>
      <w:proofErr w:type="spellEnd"/>
      <w:r>
        <w:t>(03)</w:t>
      </w:r>
      <w:r>
        <w:br/>
        <w:t xml:space="preserve">0 </w:t>
      </w:r>
      <w:r>
        <w:tab/>
      </w:r>
      <w:r>
        <w:tab/>
        <w:t xml:space="preserve">“standard” </w:t>
      </w:r>
      <w:r>
        <w:tab/>
        <w:t xml:space="preserve">... </w:t>
      </w:r>
      <w:r>
        <w:tab/>
        <w:t xml:space="preserve">-0.1 </w:t>
      </w:r>
      <w:r>
        <w:tab/>
      </w:r>
      <w:r>
        <w:tab/>
        <w:t xml:space="preserve">-0.1 </w:t>
      </w:r>
      <w:r>
        <w:tab/>
      </w:r>
      <w:r>
        <w:tab/>
        <w:t>-0.1</w:t>
      </w:r>
      <w:r>
        <w:br/>
        <w:t>1</w:t>
      </w:r>
      <w:r>
        <w:tab/>
      </w:r>
      <w:r>
        <w:tab/>
        <w:t xml:space="preserve">“emission1” </w:t>
      </w:r>
      <w:r>
        <w:tab/>
        <w:t xml:space="preserve">... </w:t>
      </w:r>
      <w:r>
        <w:tab/>
        <w:t xml:space="preserve">-0.1 </w:t>
      </w:r>
      <w:r>
        <w:tab/>
      </w:r>
      <w:r>
        <w:tab/>
        <w:t xml:space="preserve"> 1.0 </w:t>
      </w:r>
      <w:r>
        <w:tab/>
      </w:r>
      <w:r>
        <w:tab/>
        <w:t>-0.1</w:t>
      </w:r>
      <w:r>
        <w:br/>
        <w:t xml:space="preserve">2 </w:t>
      </w:r>
      <w:r>
        <w:tab/>
      </w:r>
      <w:r>
        <w:tab/>
        <w:t xml:space="preserve">“emission2” </w:t>
      </w:r>
      <w:r>
        <w:tab/>
        <w:t xml:space="preserve">... </w:t>
      </w:r>
      <w:r>
        <w:tab/>
        <w:t xml:space="preserve">-0.1 </w:t>
      </w:r>
      <w:r>
        <w:tab/>
      </w:r>
      <w:r>
        <w:tab/>
        <w:t xml:space="preserve">-0.1 </w:t>
      </w:r>
      <w:r>
        <w:tab/>
      </w:r>
      <w:r>
        <w:tab/>
        <w:t xml:space="preserve"> 1.5</w:t>
      </w:r>
      <w:r w:rsidR="00D652B1">
        <w:br/>
        <w:t xml:space="preserve">For </w:t>
      </w:r>
      <w:proofErr w:type="spellStart"/>
      <w:r w:rsidR="00D652B1">
        <w:t>land_use</w:t>
      </w:r>
      <w:proofErr w:type="spellEnd"/>
      <w:r w:rsidR="00D652B1">
        <w:t xml:space="preserve"> = 0:  deposition flux is split between scalars n=1, n=2 &amp; n=3</w:t>
      </w:r>
      <w:r w:rsidR="00D652B1">
        <w:br/>
        <w:t xml:space="preserve">For </w:t>
      </w:r>
      <w:proofErr w:type="spellStart"/>
      <w:r w:rsidR="00D652B1">
        <w:t>land_use</w:t>
      </w:r>
      <w:proofErr w:type="spellEnd"/>
      <w:r w:rsidR="00D652B1">
        <w:t xml:space="preserve"> = 1:  deposition flux is split between scalars n=1 &amp; n=3, scalar n=2 gives emission</w:t>
      </w:r>
      <w:r w:rsidR="00D652B1">
        <w:br/>
        <w:t xml:space="preserve">For </w:t>
      </w:r>
      <w:proofErr w:type="spellStart"/>
      <w:r w:rsidR="00D652B1">
        <w:t>land_use</w:t>
      </w:r>
      <w:proofErr w:type="spellEnd"/>
      <w:r w:rsidR="00D652B1">
        <w:t xml:space="preserve"> = 2:  deposition flux is split between scalars n=1 &amp; n=2, scalar n=3 gives emission</w:t>
      </w:r>
    </w:p>
    <w:sectPr w:rsidR="00BA3A62" w:rsidRPr="00D652B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74CC5"/>
    <w:multiLevelType w:val="hybridMultilevel"/>
    <w:tmpl w:val="CEF672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0952E0"/>
    <w:multiLevelType w:val="hybridMultilevel"/>
    <w:tmpl w:val="2B466D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2C1AD9"/>
    <w:multiLevelType w:val="hybridMultilevel"/>
    <w:tmpl w:val="526454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1B6"/>
    <w:rsid w:val="000851B6"/>
    <w:rsid w:val="00091764"/>
    <w:rsid w:val="00144FF3"/>
    <w:rsid w:val="002A4B47"/>
    <w:rsid w:val="0030380D"/>
    <w:rsid w:val="005E3A47"/>
    <w:rsid w:val="005F0B39"/>
    <w:rsid w:val="00661758"/>
    <w:rsid w:val="00672712"/>
    <w:rsid w:val="0084697D"/>
    <w:rsid w:val="009458C1"/>
    <w:rsid w:val="00987295"/>
    <w:rsid w:val="00A44BDE"/>
    <w:rsid w:val="00A86605"/>
    <w:rsid w:val="00BA3A62"/>
    <w:rsid w:val="00CD075B"/>
    <w:rsid w:val="00D652B1"/>
    <w:rsid w:val="00D93F0D"/>
    <w:rsid w:val="00F0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D8C2C"/>
  <w15:chartTrackingRefBased/>
  <w15:docId w15:val="{3A3BA5BD-2910-4BE4-9AC4-3FB71B968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 w:val="17"/>
        <w:szCs w:val="22"/>
        <w:lang w:val="en-GB" w:eastAsia="en-US" w:bidi="ar-SA"/>
      </w:rPr>
    </w:rPrDefault>
    <w:pPrDefault>
      <w:pPr>
        <w:spacing w:after="160" w:line="302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51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4B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51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2A4B47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2A4B4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BA3A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BA3A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BA3A62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652B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52B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AA48930D.dotm</Template>
  <TotalTime>245</TotalTime>
  <Pages>2</Pages>
  <Words>794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Wageningen University and Research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Schulte, Ruben</dc:creator>
  <cp:keywords/>
  <dc:description/>
  <cp:lastModifiedBy>Schulte, Ruben</cp:lastModifiedBy>
  <cp:revision>5</cp:revision>
  <dcterms:created xsi:type="dcterms:W3CDTF">2021-01-26T16:10:00Z</dcterms:created>
  <dcterms:modified xsi:type="dcterms:W3CDTF">2021-02-04T13:18:00Z</dcterms:modified>
</cp:coreProperties>
</file>